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DEHUMANIZATION  IN  SCHOOL</w:t>
      </w: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l_fi" o:spid="_x0000_s1026" type="#_x0000_t75" alt="http://www.partnershipsinaction.org/sites/default/files/images/22915-Kenya-crowded-classroom-1.jpg" style="position:absolute;left:0;text-align:left;margin-left:6.25pt;margin-top:8.1pt;width:457.65pt;height:559.7pt;z-index:251658240;visibility:visible">
            <v:imagedata r:id="rId6" o:title=""/>
          </v:shape>
        </w:pict>
      </w: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DEHUMANIZATION IN  WORKPLACE</w:t>
      </w: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  <w:r>
        <w:rPr>
          <w:noProof/>
        </w:rPr>
        <w:pict>
          <v:shape id="_x0000_s1027" type="#_x0000_t75" alt="http://t1.ftcdn.net/jpg/00/39/82/04/400_F_39820430_LcJ9PyCsKqWJx24xkCxg2mwPY94pVz5g.jpg" style="position:absolute;left:0;text-align:left;margin-left:39.55pt;margin-top:2.3pt;width:399.25pt;height:583.45pt;z-index:251659264;visibility:visible">
            <v:imagedata r:id="rId7" o:title=""/>
          </v:shape>
        </w:pict>
      </w: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DEHUMANIZATION IN HOME</w:t>
      </w:r>
    </w:p>
    <w:p w:rsidR="00827726" w:rsidRDefault="00827726" w:rsidP="00007E1E">
      <w:pPr>
        <w:jc w:val="center"/>
        <w:rPr>
          <w:rFonts w:ascii="Broadway" w:hAnsi="Broadway"/>
          <w:sz w:val="28"/>
          <w:szCs w:val="28"/>
        </w:rPr>
      </w:pPr>
      <w:r>
        <w:rPr>
          <w:noProof/>
        </w:rPr>
        <w:pict>
          <v:shape id="_x0000_s1028" type="#_x0000_t75" alt="http://www.motifake.com/image/demotivational-poster/0909/dehumanization-of-women-there-oughtta-be-a-word-demotivational-poster-1253496536.jpg" style="position:absolute;left:0;text-align:left;margin-left:30.7pt;margin-top:17.25pt;width:431.15pt;height:580.75pt;z-index:251660288;visibility:visible">
            <v:imagedata r:id="rId8" o:title=""/>
          </v:shape>
        </w:pict>
      </w: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Default="00827726" w:rsidP="00007E1E">
      <w:pPr>
        <w:jc w:val="center"/>
        <w:rPr>
          <w:noProof/>
        </w:rPr>
      </w:pPr>
    </w:p>
    <w:p w:rsidR="00827726" w:rsidRPr="00622C5C" w:rsidRDefault="00827726" w:rsidP="00007E1E">
      <w:pPr>
        <w:jc w:val="center"/>
        <w:rPr>
          <w:rFonts w:ascii="Broadway" w:hAnsi="Broadway"/>
          <w:noProof/>
          <w:sz w:val="28"/>
          <w:szCs w:val="28"/>
        </w:rPr>
      </w:pPr>
      <w:r>
        <w:rPr>
          <w:rFonts w:ascii="Broadway" w:hAnsi="Broadway"/>
          <w:noProof/>
          <w:sz w:val="28"/>
          <w:szCs w:val="28"/>
        </w:rPr>
        <w:t>DEHUMANIZATION  IN COMMUNITY</w:t>
      </w:r>
    </w:p>
    <w:p w:rsidR="00827726" w:rsidRPr="00007E1E" w:rsidRDefault="00827726" w:rsidP="00007E1E">
      <w:pPr>
        <w:jc w:val="center"/>
        <w:rPr>
          <w:rFonts w:ascii="Broadway" w:hAnsi="Broadway"/>
          <w:sz w:val="28"/>
          <w:szCs w:val="28"/>
        </w:rPr>
      </w:pPr>
      <w:r w:rsidRPr="00DF3521">
        <w:rPr>
          <w:rFonts w:ascii="Broadway" w:hAnsi="Broadway"/>
          <w:noProof/>
          <w:sz w:val="28"/>
          <w:szCs w:val="28"/>
        </w:rPr>
        <w:pict>
          <v:shape id="Picture 13" o:spid="_x0000_i1025" type="#_x0000_t75" style="width:462.75pt;height:593.25pt;visibility:visible">
            <v:imagedata r:id="rId9" o:title=""/>
          </v:shape>
        </w:pict>
      </w:r>
    </w:p>
    <w:sectPr w:rsidR="00827726" w:rsidRPr="00007E1E" w:rsidSect="00E07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726" w:rsidRDefault="00827726" w:rsidP="00007E1E">
      <w:pPr>
        <w:spacing w:after="0" w:line="240" w:lineRule="auto"/>
      </w:pPr>
      <w:r>
        <w:separator/>
      </w:r>
    </w:p>
  </w:endnote>
  <w:endnote w:type="continuationSeparator" w:id="0">
    <w:p w:rsidR="00827726" w:rsidRDefault="00827726" w:rsidP="00007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726" w:rsidRDefault="00827726" w:rsidP="00007E1E">
      <w:pPr>
        <w:spacing w:after="0" w:line="240" w:lineRule="auto"/>
      </w:pPr>
      <w:r>
        <w:separator/>
      </w:r>
    </w:p>
  </w:footnote>
  <w:footnote w:type="continuationSeparator" w:id="0">
    <w:p w:rsidR="00827726" w:rsidRDefault="00827726" w:rsidP="00007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E1E"/>
    <w:rsid w:val="00007E1E"/>
    <w:rsid w:val="00061006"/>
    <w:rsid w:val="00132BC2"/>
    <w:rsid w:val="00224FCB"/>
    <w:rsid w:val="00420A72"/>
    <w:rsid w:val="005D1CEF"/>
    <w:rsid w:val="00622C5C"/>
    <w:rsid w:val="0075658E"/>
    <w:rsid w:val="007F5ED2"/>
    <w:rsid w:val="00827726"/>
    <w:rsid w:val="008C3A17"/>
    <w:rsid w:val="009045E1"/>
    <w:rsid w:val="00936280"/>
    <w:rsid w:val="009D22CF"/>
    <w:rsid w:val="00AF4FBE"/>
    <w:rsid w:val="00C05BCE"/>
    <w:rsid w:val="00DF3521"/>
    <w:rsid w:val="00E07C62"/>
    <w:rsid w:val="00EB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C6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E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007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7E1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07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7E1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27</Words>
  <Characters>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DEHUMANIZATION  IN  SCHOOL</dc:title>
  <dc:subject/>
  <dc:creator>REMARKSES</dc:creator>
  <cp:keywords/>
  <dc:description/>
  <cp:lastModifiedBy>windee morta</cp:lastModifiedBy>
  <cp:revision>2</cp:revision>
  <dcterms:created xsi:type="dcterms:W3CDTF">2012-07-19T10:35:00Z</dcterms:created>
  <dcterms:modified xsi:type="dcterms:W3CDTF">2012-07-19T10:35:00Z</dcterms:modified>
</cp:coreProperties>
</file>